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9D668" w14:textId="0AB40604" w:rsidR="00AF0755" w:rsidRPr="00AF0755" w:rsidRDefault="000D213F" w:rsidP="00AF0755">
      <w:pPr>
        <w:framePr w:w="9582" w:h="1880" w:wrap="notBeside" w:vAnchor="page" w:hAnchor="page" w:x="1669" w:y="2449"/>
        <w:rPr>
          <w:szCs w:val="24"/>
        </w:rPr>
      </w:pPr>
      <w:r>
        <w:rPr>
          <w:szCs w:val="24"/>
        </w:rPr>
        <w:t xml:space="preserve">Hr </w:t>
      </w:r>
      <w:r w:rsidR="002D6C73">
        <w:rPr>
          <w:szCs w:val="24"/>
        </w:rPr>
        <w:t>Karl-Magnus Rebane</w:t>
      </w:r>
      <w:r w:rsidR="004E7AE8">
        <w:rPr>
          <w:szCs w:val="24"/>
        </w:rPr>
        <w:t xml:space="preserve">                                                    </w:t>
      </w:r>
      <w:r w:rsidR="00A523AF">
        <w:rPr>
          <w:szCs w:val="24"/>
        </w:rPr>
        <w:t xml:space="preserve">  </w:t>
      </w:r>
      <w:r w:rsidR="004E7AE8">
        <w:rPr>
          <w:szCs w:val="24"/>
        </w:rPr>
        <w:t xml:space="preserve">Teie </w:t>
      </w:r>
      <w:r w:rsidR="000458E2">
        <w:rPr>
          <w:szCs w:val="24"/>
        </w:rPr>
        <w:t>0</w:t>
      </w:r>
      <w:r w:rsidR="007A7281">
        <w:rPr>
          <w:szCs w:val="24"/>
        </w:rPr>
        <w:t>1</w:t>
      </w:r>
      <w:r w:rsidR="000458E2">
        <w:rPr>
          <w:szCs w:val="24"/>
        </w:rPr>
        <w:t>.0</w:t>
      </w:r>
      <w:r w:rsidR="007A7281">
        <w:rPr>
          <w:szCs w:val="24"/>
        </w:rPr>
        <w:t>4</w:t>
      </w:r>
      <w:r w:rsidR="000458E2">
        <w:rPr>
          <w:szCs w:val="24"/>
        </w:rPr>
        <w:t>.2024</w:t>
      </w:r>
    </w:p>
    <w:p w14:paraId="4C3C7D96" w14:textId="59E70B94" w:rsidR="004E7AE8" w:rsidRDefault="007A7281" w:rsidP="0060315F">
      <w:pPr>
        <w:framePr w:w="9582" w:h="1880" w:wrap="notBeside" w:vAnchor="page" w:hAnchor="page" w:x="1669" w:y="2449"/>
        <w:rPr>
          <w:szCs w:val="24"/>
        </w:rPr>
      </w:pPr>
      <w:r>
        <w:rPr>
          <w:szCs w:val="24"/>
        </w:rPr>
        <w:t>Leonhard</w:t>
      </w:r>
      <w:r w:rsidR="00C01B74">
        <w:rPr>
          <w:szCs w:val="24"/>
        </w:rPr>
        <w:t xml:space="preserve"> Weiss OÜ</w:t>
      </w:r>
    </w:p>
    <w:p w14:paraId="2FEC0E0A" w14:textId="7229B818" w:rsidR="004E7AE8" w:rsidRPr="00B43BE0" w:rsidRDefault="004E7AE8" w:rsidP="00B43BE0">
      <w:pPr>
        <w:framePr w:w="9582" w:h="1880" w:wrap="notBeside" w:vAnchor="page" w:hAnchor="page" w:x="1669" w:y="2449"/>
      </w:pPr>
      <w:r>
        <w:rPr>
          <w:szCs w:val="24"/>
        </w:rPr>
        <w:t>e-post</w:t>
      </w:r>
      <w:r w:rsidR="00CC37C2">
        <w:rPr>
          <w:szCs w:val="24"/>
        </w:rPr>
        <w:t>:</w:t>
      </w:r>
      <w:r w:rsidR="00BD784D" w:rsidRPr="00BD784D">
        <w:t xml:space="preserve"> </w:t>
      </w:r>
      <w:hyperlink r:id="rId10" w:history="1">
        <w:r w:rsidR="007A7281" w:rsidRPr="00857D11">
          <w:rPr>
            <w:rStyle w:val="Hperlink"/>
          </w:rPr>
          <w:t>k.rebane@leonhard-wei</w:t>
        </w:r>
        <w:r w:rsidR="007A7281" w:rsidRPr="00857D11">
          <w:rPr>
            <w:rStyle w:val="Hperlink"/>
          </w:rPr>
          <w:t>ss</w:t>
        </w:r>
      </w:hyperlink>
      <w:r w:rsidR="007A7281">
        <w:t xml:space="preserve">                                         </w:t>
      </w:r>
      <w:r>
        <w:rPr>
          <w:szCs w:val="24"/>
        </w:rPr>
        <w:t xml:space="preserve">Meie </w:t>
      </w:r>
      <w:r w:rsidR="00FA4DA1">
        <w:rPr>
          <w:szCs w:val="24"/>
        </w:rPr>
        <w:t>0</w:t>
      </w:r>
      <w:r w:rsidR="00BE315B">
        <w:rPr>
          <w:szCs w:val="24"/>
        </w:rPr>
        <w:t>3</w:t>
      </w:r>
      <w:r>
        <w:rPr>
          <w:szCs w:val="24"/>
        </w:rPr>
        <w:t>.0</w:t>
      </w:r>
      <w:r w:rsidR="00BE315B">
        <w:rPr>
          <w:szCs w:val="24"/>
        </w:rPr>
        <w:t>4</w:t>
      </w:r>
      <w:r>
        <w:rPr>
          <w:szCs w:val="24"/>
        </w:rPr>
        <w:t>.202</w:t>
      </w:r>
      <w:r w:rsidR="00F479AF">
        <w:rPr>
          <w:szCs w:val="24"/>
        </w:rPr>
        <w:t>4</w:t>
      </w:r>
      <w:r>
        <w:rPr>
          <w:szCs w:val="24"/>
        </w:rPr>
        <w:t xml:space="preserve"> nr </w:t>
      </w:r>
      <w:r w:rsidRPr="004E7AE8">
        <w:rPr>
          <w:szCs w:val="24"/>
        </w:rPr>
        <w:t>3-</w:t>
      </w:r>
      <w:r w:rsidR="00BE315B">
        <w:rPr>
          <w:szCs w:val="24"/>
        </w:rPr>
        <w:t>2</w:t>
      </w:r>
      <w:r w:rsidRPr="004E7AE8">
        <w:rPr>
          <w:szCs w:val="24"/>
        </w:rPr>
        <w:t>.1/202</w:t>
      </w:r>
      <w:r w:rsidR="00F479AF">
        <w:rPr>
          <w:szCs w:val="24"/>
        </w:rPr>
        <w:t>4</w:t>
      </w:r>
      <w:r w:rsidRPr="004E7AE8">
        <w:rPr>
          <w:szCs w:val="24"/>
        </w:rPr>
        <w:t>/</w:t>
      </w:r>
      <w:r w:rsidR="004743A3">
        <w:rPr>
          <w:szCs w:val="24"/>
        </w:rPr>
        <w:t>2124</w:t>
      </w:r>
    </w:p>
    <w:p w14:paraId="5594E75B" w14:textId="77777777" w:rsidR="004E7AE8" w:rsidRDefault="004E7AE8" w:rsidP="0060315F">
      <w:pPr>
        <w:framePr w:w="9582" w:h="1880" w:wrap="notBeside" w:vAnchor="page" w:hAnchor="page" w:x="1669" w:y="2449"/>
        <w:rPr>
          <w:szCs w:val="24"/>
        </w:rPr>
      </w:pPr>
    </w:p>
    <w:p w14:paraId="62EB0E8E" w14:textId="77777777" w:rsidR="001A5F77" w:rsidRDefault="001A5F77" w:rsidP="0060315F">
      <w:pPr>
        <w:framePr w:w="9582" w:h="1880" w:wrap="notBeside" w:vAnchor="page" w:hAnchor="page" w:x="1669" w:y="2449"/>
        <w:rPr>
          <w:szCs w:val="24"/>
        </w:rPr>
      </w:pPr>
    </w:p>
    <w:p w14:paraId="19F6DAD5" w14:textId="17CA8053" w:rsidR="0022514F" w:rsidRDefault="004743A3" w:rsidP="0060315F">
      <w:pPr>
        <w:framePr w:w="9582" w:h="1880" w:wrap="notBeside" w:vAnchor="page" w:hAnchor="page" w:x="1669" w:y="2449"/>
        <w:rPr>
          <w:szCs w:val="24"/>
        </w:rPr>
      </w:pPr>
      <w:r>
        <w:rPr>
          <w:szCs w:val="24"/>
        </w:rPr>
        <w:t>Maakaabli trassi kooskõlastus</w:t>
      </w:r>
      <w:r w:rsidR="005F1C0B">
        <w:rPr>
          <w:szCs w:val="24"/>
        </w:rPr>
        <w:t xml:space="preserve"> /</w:t>
      </w:r>
    </w:p>
    <w:p w14:paraId="607BBD09" w14:textId="023373F8" w:rsidR="005F1C0B" w:rsidRDefault="004743A3" w:rsidP="0060315F">
      <w:pPr>
        <w:framePr w:w="9582" w:h="1880" w:wrap="notBeside" w:vAnchor="page" w:hAnchor="page" w:x="1669" w:y="2449"/>
        <w:rPr>
          <w:szCs w:val="24"/>
        </w:rPr>
      </w:pPr>
      <w:r>
        <w:rPr>
          <w:szCs w:val="24"/>
        </w:rPr>
        <w:t xml:space="preserve">Erastvere metskond </w:t>
      </w:r>
      <w:r w:rsidR="00AF6EF0">
        <w:rPr>
          <w:szCs w:val="24"/>
        </w:rPr>
        <w:t>313 maaüksus</w:t>
      </w:r>
    </w:p>
    <w:p w14:paraId="0237D6FC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val="en-US"/>
        </w:rPr>
        <w:drawing>
          <wp:inline distT="0" distB="0" distL="0" distR="0" wp14:anchorId="604C51D4" wp14:editId="6AEC1AC3">
            <wp:extent cx="6040543" cy="63843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38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F351A8" w14:textId="77777777" w:rsidR="002B1980" w:rsidRDefault="002B1980" w:rsidP="00B524C7">
      <w:pPr>
        <w:jc w:val="both"/>
        <w:rPr>
          <w:szCs w:val="24"/>
        </w:rPr>
      </w:pPr>
    </w:p>
    <w:p w14:paraId="5E79626F" w14:textId="063008E5" w:rsidR="00A30586" w:rsidRPr="005956AD" w:rsidRDefault="001A5F77" w:rsidP="00910BB0">
      <w:pPr>
        <w:jc w:val="both"/>
        <w:rPr>
          <w:color w:val="000000"/>
          <w:szCs w:val="24"/>
          <w:shd w:val="clear" w:color="auto" w:fill="FFFFFF"/>
        </w:rPr>
      </w:pPr>
      <w:r w:rsidRPr="005956AD">
        <w:rPr>
          <w:szCs w:val="24"/>
        </w:rPr>
        <w:t>Olete esitanud</w:t>
      </w:r>
      <w:r w:rsidR="00E95BC3" w:rsidRPr="005956AD">
        <w:rPr>
          <w:szCs w:val="24"/>
        </w:rPr>
        <w:t xml:space="preserve"> </w:t>
      </w:r>
      <w:r w:rsidR="00AF6EF0">
        <w:rPr>
          <w:szCs w:val="24"/>
        </w:rPr>
        <w:t xml:space="preserve"> kooskõlast</w:t>
      </w:r>
      <w:r w:rsidR="00043E8F">
        <w:rPr>
          <w:szCs w:val="24"/>
        </w:rPr>
        <w:t>use taotluse</w:t>
      </w:r>
      <w:r w:rsidR="00E95BC3" w:rsidRPr="005956AD">
        <w:rPr>
          <w:szCs w:val="24"/>
        </w:rPr>
        <w:t xml:space="preserve"> </w:t>
      </w:r>
      <w:r w:rsidR="00EB7023" w:rsidRPr="005956AD">
        <w:rPr>
          <w:szCs w:val="24"/>
        </w:rPr>
        <w:t>RMK hallataval</w:t>
      </w:r>
      <w:r w:rsidR="00043E8F">
        <w:rPr>
          <w:szCs w:val="24"/>
        </w:rPr>
        <w:t>e</w:t>
      </w:r>
      <w:r w:rsidR="00EB7023" w:rsidRPr="005956AD">
        <w:rPr>
          <w:szCs w:val="24"/>
        </w:rPr>
        <w:t xml:space="preserve"> </w:t>
      </w:r>
      <w:r w:rsidR="00043E8F">
        <w:rPr>
          <w:szCs w:val="24"/>
        </w:rPr>
        <w:t xml:space="preserve">Erastvere </w:t>
      </w:r>
      <w:r w:rsidR="00EB7023" w:rsidRPr="005956AD">
        <w:rPr>
          <w:szCs w:val="24"/>
        </w:rPr>
        <w:t xml:space="preserve"> metskond</w:t>
      </w:r>
      <w:r w:rsidR="0047049B">
        <w:rPr>
          <w:szCs w:val="24"/>
        </w:rPr>
        <w:t xml:space="preserve"> 313</w:t>
      </w:r>
      <w:r w:rsidR="008A2393">
        <w:rPr>
          <w:szCs w:val="24"/>
        </w:rPr>
        <w:t>/</w:t>
      </w:r>
      <w:r w:rsidR="00D066E2">
        <w:rPr>
          <w:szCs w:val="24"/>
        </w:rPr>
        <w:t>28501: 005:0180</w:t>
      </w:r>
      <w:r w:rsidR="00EB7023" w:rsidRPr="005956AD">
        <w:rPr>
          <w:szCs w:val="24"/>
        </w:rPr>
        <w:t xml:space="preserve"> </w:t>
      </w:r>
      <w:r w:rsidR="00351B6E" w:rsidRPr="005956AD">
        <w:rPr>
          <w:szCs w:val="24"/>
        </w:rPr>
        <w:t xml:space="preserve"> </w:t>
      </w:r>
      <w:r w:rsidR="004150A7" w:rsidRPr="005956AD">
        <w:rPr>
          <w:color w:val="000000"/>
          <w:szCs w:val="24"/>
          <w:shd w:val="clear" w:color="auto" w:fill="FFFFFF"/>
        </w:rPr>
        <w:t xml:space="preserve"> maaüksusel</w:t>
      </w:r>
      <w:r w:rsidR="00B85488">
        <w:rPr>
          <w:color w:val="000000"/>
          <w:szCs w:val="24"/>
          <w:shd w:val="clear" w:color="auto" w:fill="FFFFFF"/>
        </w:rPr>
        <w:t>e</w:t>
      </w:r>
      <w:r w:rsidR="0047049B">
        <w:rPr>
          <w:color w:val="000000"/>
          <w:szCs w:val="24"/>
          <w:shd w:val="clear" w:color="auto" w:fill="FFFFFF"/>
        </w:rPr>
        <w:t xml:space="preserve"> maakaabli </w:t>
      </w:r>
      <w:r w:rsidR="008B0F75">
        <w:rPr>
          <w:color w:val="000000"/>
          <w:szCs w:val="24"/>
          <w:shd w:val="clear" w:color="auto" w:fill="FFFFFF"/>
        </w:rPr>
        <w:t xml:space="preserve"> paigaldamiseks</w:t>
      </w:r>
      <w:r w:rsidR="004150A7" w:rsidRPr="005956AD">
        <w:rPr>
          <w:color w:val="000000"/>
          <w:szCs w:val="24"/>
          <w:shd w:val="clear" w:color="auto" w:fill="FFFFFF"/>
        </w:rPr>
        <w:t xml:space="preserve">. </w:t>
      </w:r>
    </w:p>
    <w:p w14:paraId="4AC3AA61" w14:textId="77777777" w:rsidR="00D75497" w:rsidRPr="005956AD" w:rsidRDefault="00D75497" w:rsidP="00910BB0">
      <w:pPr>
        <w:jc w:val="both"/>
        <w:rPr>
          <w:color w:val="000000"/>
          <w:szCs w:val="24"/>
          <w:shd w:val="clear" w:color="auto" w:fill="FFFFFF"/>
        </w:rPr>
      </w:pPr>
    </w:p>
    <w:p w14:paraId="04ABCCDC" w14:textId="74A5103B" w:rsidR="00D75497" w:rsidRPr="005956AD" w:rsidRDefault="00042E41" w:rsidP="00910BB0">
      <w:pPr>
        <w:jc w:val="both"/>
        <w:rPr>
          <w:szCs w:val="24"/>
        </w:rPr>
      </w:pPr>
      <w:r w:rsidRPr="005956AD">
        <w:rPr>
          <w:color w:val="000000"/>
          <w:szCs w:val="24"/>
          <w:shd w:val="clear" w:color="auto" w:fill="FFFFFF"/>
        </w:rPr>
        <w:t>RMK kooskõlastab</w:t>
      </w:r>
      <w:r w:rsidR="002678D1">
        <w:rPr>
          <w:color w:val="000000"/>
          <w:szCs w:val="24"/>
          <w:shd w:val="clear" w:color="auto" w:fill="FFFFFF"/>
        </w:rPr>
        <w:t xml:space="preserve"> maakaabli</w:t>
      </w:r>
      <w:r w:rsidR="00C66357">
        <w:rPr>
          <w:color w:val="000000"/>
          <w:szCs w:val="24"/>
          <w:shd w:val="clear" w:color="auto" w:fill="FFFFFF"/>
        </w:rPr>
        <w:t xml:space="preserve"> </w:t>
      </w:r>
      <w:r w:rsidR="002678D1">
        <w:rPr>
          <w:color w:val="000000"/>
          <w:szCs w:val="24"/>
          <w:shd w:val="clear" w:color="auto" w:fill="FFFFFF"/>
        </w:rPr>
        <w:t>trassi kulgemi</w:t>
      </w:r>
      <w:r w:rsidR="00FA1730">
        <w:rPr>
          <w:color w:val="000000"/>
          <w:szCs w:val="24"/>
          <w:shd w:val="clear" w:color="auto" w:fill="FFFFFF"/>
        </w:rPr>
        <w:t>se  vastavalt</w:t>
      </w:r>
      <w:r w:rsidR="00C66357">
        <w:rPr>
          <w:color w:val="000000"/>
          <w:szCs w:val="24"/>
          <w:shd w:val="clear" w:color="auto" w:fill="FFFFFF"/>
        </w:rPr>
        <w:t xml:space="preserve"> </w:t>
      </w:r>
      <w:r w:rsidR="00E869B6">
        <w:rPr>
          <w:color w:val="000000"/>
          <w:szCs w:val="24"/>
          <w:shd w:val="clear" w:color="auto" w:fill="FFFFFF"/>
        </w:rPr>
        <w:t xml:space="preserve"> esitatud</w:t>
      </w:r>
      <w:r w:rsidR="00C66357">
        <w:rPr>
          <w:color w:val="000000"/>
          <w:szCs w:val="24"/>
          <w:shd w:val="clear" w:color="auto" w:fill="FFFFFF"/>
        </w:rPr>
        <w:t xml:space="preserve"> asendiplaanile </w:t>
      </w:r>
      <w:r w:rsidR="00B144BC">
        <w:rPr>
          <w:color w:val="000000"/>
          <w:szCs w:val="24"/>
          <w:shd w:val="clear" w:color="auto" w:fill="FFFFFF"/>
        </w:rPr>
        <w:t>(lisatud).</w:t>
      </w:r>
      <w:r w:rsidR="00080623">
        <w:rPr>
          <w:color w:val="000000"/>
          <w:szCs w:val="24"/>
          <w:shd w:val="clear" w:color="auto" w:fill="FFFFFF"/>
        </w:rPr>
        <w:t xml:space="preserve"> </w:t>
      </w:r>
      <w:r w:rsidR="00374FEC">
        <w:rPr>
          <w:color w:val="000000"/>
          <w:szCs w:val="24"/>
          <w:shd w:val="clear" w:color="auto" w:fill="FFFFFF"/>
        </w:rPr>
        <w:t>Vajalik asjaõigusliku leping</w:t>
      </w:r>
      <w:r w:rsidR="00910BB0">
        <w:rPr>
          <w:color w:val="000000"/>
          <w:szCs w:val="24"/>
          <w:shd w:val="clear" w:color="auto" w:fill="FFFFFF"/>
        </w:rPr>
        <w:t>u</w:t>
      </w:r>
      <w:r w:rsidR="00374FEC">
        <w:rPr>
          <w:color w:val="000000"/>
          <w:szCs w:val="24"/>
          <w:shd w:val="clear" w:color="auto" w:fill="FFFFFF"/>
        </w:rPr>
        <w:t xml:space="preserve"> s</w:t>
      </w:r>
      <w:r w:rsidR="00910BB0">
        <w:rPr>
          <w:color w:val="000000"/>
          <w:szCs w:val="24"/>
          <w:shd w:val="clear" w:color="auto" w:fill="FFFFFF"/>
        </w:rPr>
        <w:t>õlmimine RMK-ga.</w:t>
      </w:r>
      <w:r w:rsidR="00B144BC">
        <w:rPr>
          <w:color w:val="000000"/>
          <w:szCs w:val="24"/>
          <w:shd w:val="clear" w:color="auto" w:fill="FFFFFF"/>
        </w:rPr>
        <w:t xml:space="preserve"> </w:t>
      </w:r>
      <w:r w:rsidR="00FA1730">
        <w:rPr>
          <w:color w:val="000000"/>
          <w:szCs w:val="24"/>
          <w:shd w:val="clear" w:color="auto" w:fill="FFFFFF"/>
        </w:rPr>
        <w:t xml:space="preserve"> </w:t>
      </w:r>
    </w:p>
    <w:p w14:paraId="29FAFB9E" w14:textId="77777777" w:rsidR="00DF326F" w:rsidRDefault="00DF326F" w:rsidP="00DD0F19">
      <w:pPr>
        <w:rPr>
          <w:szCs w:val="24"/>
        </w:rPr>
      </w:pPr>
    </w:p>
    <w:p w14:paraId="652888DB" w14:textId="77777777" w:rsidR="00DF326F" w:rsidRDefault="00DF326F" w:rsidP="00DD0F19">
      <w:pPr>
        <w:rPr>
          <w:szCs w:val="24"/>
        </w:rPr>
      </w:pPr>
    </w:p>
    <w:p w14:paraId="0C78D696" w14:textId="1C939785" w:rsidR="00DD0F19" w:rsidRPr="00A92AE3" w:rsidRDefault="00DD0F19" w:rsidP="00DD0F19">
      <w:pPr>
        <w:rPr>
          <w:szCs w:val="24"/>
        </w:rPr>
      </w:pPr>
      <w:r w:rsidRPr="00A92AE3">
        <w:rPr>
          <w:szCs w:val="24"/>
        </w:rPr>
        <w:fldChar w:fldCharType="begin">
          <w:ffData>
            <w:name w:val="Text33"/>
            <w:enabled/>
            <w:calcOnExit w:val="0"/>
            <w:helpText w:type="text" w:val="Siia kirjutage tervitusvormel.&#10;&#10;Näiteks: Lugupidamisega&#10;&#10;Seejärel liikuge Tab klahviga järgmisele väljale."/>
            <w:statusText w:type="text" w:val="Siia kirjutage tervitusvormel (vt F1)"/>
            <w:textInput>
              <w:default w:val="Lugupidamisega"/>
            </w:textInput>
          </w:ffData>
        </w:fldChar>
      </w:r>
      <w:r w:rsidRPr="00A92AE3">
        <w:rPr>
          <w:szCs w:val="24"/>
        </w:rPr>
        <w:instrText xml:space="preserve"> FORMTEXT </w:instrText>
      </w:r>
      <w:r w:rsidRPr="00A92AE3">
        <w:rPr>
          <w:szCs w:val="24"/>
        </w:rPr>
      </w:r>
      <w:r w:rsidRPr="00A92AE3">
        <w:rPr>
          <w:szCs w:val="24"/>
        </w:rPr>
        <w:fldChar w:fldCharType="separate"/>
      </w:r>
      <w:r w:rsidRPr="00A92AE3">
        <w:rPr>
          <w:noProof/>
          <w:szCs w:val="24"/>
        </w:rPr>
        <w:t>Lugupidamisega</w:t>
      </w:r>
      <w:r w:rsidRPr="00A92AE3">
        <w:rPr>
          <w:szCs w:val="24"/>
        </w:rPr>
        <w:fldChar w:fldCharType="end"/>
      </w:r>
    </w:p>
    <w:p w14:paraId="12CCFF3A" w14:textId="77777777" w:rsidR="00DD0F19" w:rsidRPr="00A92AE3" w:rsidRDefault="00DD0F19" w:rsidP="00DD0F19">
      <w:pPr>
        <w:rPr>
          <w:szCs w:val="24"/>
        </w:rPr>
      </w:pPr>
    </w:p>
    <w:p w14:paraId="5D681987" w14:textId="77777777" w:rsidR="00DD0F19" w:rsidRPr="00A92AE3" w:rsidRDefault="00DD0F19" w:rsidP="00DD0F19">
      <w:pPr>
        <w:rPr>
          <w:szCs w:val="24"/>
        </w:rPr>
      </w:pPr>
    </w:p>
    <w:p w14:paraId="7DA8387D" w14:textId="77777777" w:rsidR="00DD0F19" w:rsidRPr="00A92AE3" w:rsidRDefault="00DD0F19" w:rsidP="00DD0F19">
      <w:pPr>
        <w:rPr>
          <w:spacing w:val="0"/>
          <w:position w:val="0"/>
          <w:szCs w:val="24"/>
        </w:rPr>
      </w:pPr>
      <w:r w:rsidRPr="00A92AE3">
        <w:rPr>
          <w:spacing w:val="0"/>
          <w:position w:val="0"/>
          <w:szCs w:val="24"/>
        </w:rPr>
        <w:fldChar w:fldCharType="begin">
          <w:ffData>
            <w:name w:val="Dropdown9"/>
            <w:enabled/>
            <w:calcOnExit w:val="0"/>
            <w:helpText w:type="text" w:val="Tehke valik vastavalt allkirjastamise viisile.&#10;&#10;Kui kiri allkirjastatakse digitaalselt, avage rippmenüü ja tehke valik (allkirjastatud digitaalselt)&#10;&#10;Seejärel liikuge Tab klahviga järgmisele väljale."/>
            <w:statusText w:type="text" w:val="Tehke valik vastavalt allkirjastamise viisile (vt F1)"/>
            <w:ddList>
              <w:result w:val="1"/>
              <w:listEntry w:val="          "/>
              <w:listEntry w:val="(allkirjastatud digitaalselt)"/>
            </w:ddList>
          </w:ffData>
        </w:fldChar>
      </w:r>
      <w:bookmarkStart w:id="0" w:name="Dropdown9"/>
      <w:r w:rsidRPr="00A92AE3">
        <w:rPr>
          <w:spacing w:val="0"/>
          <w:position w:val="0"/>
          <w:szCs w:val="24"/>
        </w:rPr>
        <w:instrText xml:space="preserve"> FORMDROPDOWN </w:instrText>
      </w:r>
      <w:r w:rsidR="00000000">
        <w:rPr>
          <w:spacing w:val="0"/>
          <w:position w:val="0"/>
          <w:szCs w:val="24"/>
        </w:rPr>
      </w:r>
      <w:r w:rsidR="00000000">
        <w:rPr>
          <w:spacing w:val="0"/>
          <w:position w:val="0"/>
          <w:szCs w:val="24"/>
        </w:rPr>
        <w:fldChar w:fldCharType="separate"/>
      </w:r>
      <w:r w:rsidRPr="00A92AE3">
        <w:rPr>
          <w:spacing w:val="0"/>
          <w:position w:val="0"/>
          <w:szCs w:val="24"/>
        </w:rPr>
        <w:fldChar w:fldCharType="end"/>
      </w:r>
      <w:bookmarkEnd w:id="0"/>
    </w:p>
    <w:p w14:paraId="398C1B8E" w14:textId="77777777" w:rsidR="00DD0F19" w:rsidRPr="00A92AE3" w:rsidRDefault="00DD0F19" w:rsidP="00DD0F19">
      <w:pPr>
        <w:rPr>
          <w:szCs w:val="24"/>
        </w:rPr>
      </w:pPr>
    </w:p>
    <w:p w14:paraId="3782E50D" w14:textId="1063D338" w:rsidR="00DD0F19" w:rsidRPr="00A92AE3" w:rsidRDefault="00602BB8" w:rsidP="00DD0F19">
      <w:pPr>
        <w:rPr>
          <w:szCs w:val="24"/>
        </w:rPr>
      </w:pPr>
      <w:r>
        <w:rPr>
          <w:szCs w:val="24"/>
        </w:rPr>
        <w:t>Tiit Timberg</w:t>
      </w:r>
    </w:p>
    <w:p w14:paraId="3399FA31" w14:textId="58526E06" w:rsidR="00DD0F19" w:rsidRPr="00A92AE3" w:rsidRDefault="00FB4C7E" w:rsidP="00DD0F19">
      <w:pPr>
        <w:rPr>
          <w:szCs w:val="24"/>
        </w:rPr>
      </w:pPr>
      <w:r>
        <w:rPr>
          <w:szCs w:val="24"/>
        </w:rPr>
        <w:t>Kagu regiooni</w:t>
      </w:r>
      <w:r w:rsidR="006F535C">
        <w:rPr>
          <w:szCs w:val="24"/>
        </w:rPr>
        <w:t xml:space="preserve"> metsaülem</w:t>
      </w:r>
    </w:p>
    <w:sectPr w:rsidR="00DD0F19" w:rsidRPr="00A92AE3" w:rsidSect="00456FC8">
      <w:footerReference w:type="default" r:id="rId12"/>
      <w:headerReference w:type="first" r:id="rId13"/>
      <w:footerReference w:type="first" r:id="rId14"/>
      <w:pgSz w:w="11906" w:h="16838" w:code="9"/>
      <w:pgMar w:top="3062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5B1FF" w14:textId="77777777" w:rsidR="00456FC8" w:rsidRDefault="00456FC8">
      <w:r>
        <w:separator/>
      </w:r>
    </w:p>
  </w:endnote>
  <w:endnote w:type="continuationSeparator" w:id="0">
    <w:p w14:paraId="0A217C3B" w14:textId="77777777" w:rsidR="00456FC8" w:rsidRDefault="00456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D2F1B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5DF23" w14:textId="77777777" w:rsidR="00E85637" w:rsidRDefault="00E8563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C2D0B" w14:textId="77777777" w:rsidR="00456FC8" w:rsidRDefault="00456FC8">
      <w:r>
        <w:separator/>
      </w:r>
    </w:p>
  </w:footnote>
  <w:footnote w:type="continuationSeparator" w:id="0">
    <w:p w14:paraId="603C7D8E" w14:textId="77777777" w:rsidR="00456FC8" w:rsidRDefault="00456F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68EE4" w14:textId="77777777" w:rsidR="00E85637" w:rsidRDefault="00E85637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2" w15:restartNumberingAfterBreak="0">
    <w:nsid w:val="51BC6A5E"/>
    <w:multiLevelType w:val="hybridMultilevel"/>
    <w:tmpl w:val="ACFCB7AC"/>
    <w:lvl w:ilvl="0" w:tplc="0425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num w:numId="1" w16cid:durableId="452213634">
    <w:abstractNumId w:val="0"/>
  </w:num>
  <w:num w:numId="2" w16cid:durableId="1368919193">
    <w:abstractNumId w:val="1"/>
  </w:num>
  <w:num w:numId="3" w16cid:durableId="2095203581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FE6"/>
    <w:rsid w:val="00003C48"/>
    <w:rsid w:val="00006A6D"/>
    <w:rsid w:val="000145C1"/>
    <w:rsid w:val="000222AC"/>
    <w:rsid w:val="0004219C"/>
    <w:rsid w:val="00042E41"/>
    <w:rsid w:val="00043E8F"/>
    <w:rsid w:val="000445B8"/>
    <w:rsid w:val="000458E2"/>
    <w:rsid w:val="00047D95"/>
    <w:rsid w:val="00057FC6"/>
    <w:rsid w:val="0007613C"/>
    <w:rsid w:val="00080623"/>
    <w:rsid w:val="000847DF"/>
    <w:rsid w:val="0009008D"/>
    <w:rsid w:val="00094B9A"/>
    <w:rsid w:val="000A070E"/>
    <w:rsid w:val="000A27A2"/>
    <w:rsid w:val="000A51C6"/>
    <w:rsid w:val="000B02A8"/>
    <w:rsid w:val="000B2F3D"/>
    <w:rsid w:val="000C29D4"/>
    <w:rsid w:val="000C776D"/>
    <w:rsid w:val="000D213F"/>
    <w:rsid w:val="000D31BC"/>
    <w:rsid w:val="000D4A7D"/>
    <w:rsid w:val="000E18FE"/>
    <w:rsid w:val="00102185"/>
    <w:rsid w:val="00110967"/>
    <w:rsid w:val="001131E8"/>
    <w:rsid w:val="00140924"/>
    <w:rsid w:val="0014109D"/>
    <w:rsid w:val="001507FB"/>
    <w:rsid w:val="0015432F"/>
    <w:rsid w:val="00162FE6"/>
    <w:rsid w:val="00163371"/>
    <w:rsid w:val="00165E21"/>
    <w:rsid w:val="00173BC8"/>
    <w:rsid w:val="00173EE0"/>
    <w:rsid w:val="001811A3"/>
    <w:rsid w:val="00187A2D"/>
    <w:rsid w:val="001956F4"/>
    <w:rsid w:val="00195A19"/>
    <w:rsid w:val="001A0151"/>
    <w:rsid w:val="001A514C"/>
    <w:rsid w:val="001A5F77"/>
    <w:rsid w:val="001B3337"/>
    <w:rsid w:val="001C3B4E"/>
    <w:rsid w:val="001C7711"/>
    <w:rsid w:val="001D139F"/>
    <w:rsid w:val="001D3A73"/>
    <w:rsid w:val="001E574A"/>
    <w:rsid w:val="001F41CB"/>
    <w:rsid w:val="00217F65"/>
    <w:rsid w:val="00220C88"/>
    <w:rsid w:val="0022514F"/>
    <w:rsid w:val="00231DFB"/>
    <w:rsid w:val="00236BEC"/>
    <w:rsid w:val="00254B21"/>
    <w:rsid w:val="00255561"/>
    <w:rsid w:val="00262E27"/>
    <w:rsid w:val="00265DC6"/>
    <w:rsid w:val="002673D0"/>
    <w:rsid w:val="002678D1"/>
    <w:rsid w:val="00270AE6"/>
    <w:rsid w:val="00281369"/>
    <w:rsid w:val="00281C31"/>
    <w:rsid w:val="002A236B"/>
    <w:rsid w:val="002A519D"/>
    <w:rsid w:val="002B1980"/>
    <w:rsid w:val="002C4B93"/>
    <w:rsid w:val="002D6C73"/>
    <w:rsid w:val="002F273E"/>
    <w:rsid w:val="003032B3"/>
    <w:rsid w:val="003115E9"/>
    <w:rsid w:val="003169A8"/>
    <w:rsid w:val="00321376"/>
    <w:rsid w:val="00324BFD"/>
    <w:rsid w:val="00326150"/>
    <w:rsid w:val="003306D3"/>
    <w:rsid w:val="00334670"/>
    <w:rsid w:val="003360FA"/>
    <w:rsid w:val="00351B6E"/>
    <w:rsid w:val="00356C40"/>
    <w:rsid w:val="00374FEC"/>
    <w:rsid w:val="0038085D"/>
    <w:rsid w:val="00384FCC"/>
    <w:rsid w:val="003901F8"/>
    <w:rsid w:val="003976C0"/>
    <w:rsid w:val="003A08B0"/>
    <w:rsid w:val="003A3A4B"/>
    <w:rsid w:val="003A49E0"/>
    <w:rsid w:val="003C51DC"/>
    <w:rsid w:val="003C57A2"/>
    <w:rsid w:val="003D1F50"/>
    <w:rsid w:val="003D5885"/>
    <w:rsid w:val="003E227F"/>
    <w:rsid w:val="003E5095"/>
    <w:rsid w:val="003F45EB"/>
    <w:rsid w:val="00402395"/>
    <w:rsid w:val="004150A7"/>
    <w:rsid w:val="00415631"/>
    <w:rsid w:val="004164CC"/>
    <w:rsid w:val="00417CED"/>
    <w:rsid w:val="00430515"/>
    <w:rsid w:val="004331CD"/>
    <w:rsid w:val="0043549B"/>
    <w:rsid w:val="00436506"/>
    <w:rsid w:val="00452C39"/>
    <w:rsid w:val="00456FC8"/>
    <w:rsid w:val="00462330"/>
    <w:rsid w:val="0047049B"/>
    <w:rsid w:val="004743A3"/>
    <w:rsid w:val="004838E6"/>
    <w:rsid w:val="00491E34"/>
    <w:rsid w:val="00494B56"/>
    <w:rsid w:val="00496BD9"/>
    <w:rsid w:val="004A2341"/>
    <w:rsid w:val="004B5A1F"/>
    <w:rsid w:val="004C207E"/>
    <w:rsid w:val="004E7AE8"/>
    <w:rsid w:val="004F02AC"/>
    <w:rsid w:val="004F0330"/>
    <w:rsid w:val="004F0C3E"/>
    <w:rsid w:val="005344F4"/>
    <w:rsid w:val="00536D12"/>
    <w:rsid w:val="0054561B"/>
    <w:rsid w:val="00550D1C"/>
    <w:rsid w:val="005669E3"/>
    <w:rsid w:val="00576232"/>
    <w:rsid w:val="00590B43"/>
    <w:rsid w:val="005956AD"/>
    <w:rsid w:val="005A02B4"/>
    <w:rsid w:val="005A6394"/>
    <w:rsid w:val="005A767D"/>
    <w:rsid w:val="005C1555"/>
    <w:rsid w:val="005D4B40"/>
    <w:rsid w:val="005D6AF1"/>
    <w:rsid w:val="005E1E6A"/>
    <w:rsid w:val="005F1C0B"/>
    <w:rsid w:val="005F3F02"/>
    <w:rsid w:val="006009AB"/>
    <w:rsid w:val="00602BB8"/>
    <w:rsid w:val="0060315F"/>
    <w:rsid w:val="006101DB"/>
    <w:rsid w:val="0061051E"/>
    <w:rsid w:val="006120AA"/>
    <w:rsid w:val="00615B27"/>
    <w:rsid w:val="0062134F"/>
    <w:rsid w:val="00662B2E"/>
    <w:rsid w:val="00662F08"/>
    <w:rsid w:val="00665070"/>
    <w:rsid w:val="00676557"/>
    <w:rsid w:val="00687C3A"/>
    <w:rsid w:val="006A3BE7"/>
    <w:rsid w:val="006B0610"/>
    <w:rsid w:val="006B689F"/>
    <w:rsid w:val="006B7905"/>
    <w:rsid w:val="006C2646"/>
    <w:rsid w:val="006C2CE9"/>
    <w:rsid w:val="006C4AE6"/>
    <w:rsid w:val="006D09C0"/>
    <w:rsid w:val="006E1014"/>
    <w:rsid w:val="006E1020"/>
    <w:rsid w:val="006F535C"/>
    <w:rsid w:val="00704BBF"/>
    <w:rsid w:val="00706A7A"/>
    <w:rsid w:val="00714736"/>
    <w:rsid w:val="00715744"/>
    <w:rsid w:val="00740C80"/>
    <w:rsid w:val="00747222"/>
    <w:rsid w:val="00753A3E"/>
    <w:rsid w:val="00753CB4"/>
    <w:rsid w:val="00757C13"/>
    <w:rsid w:val="00761C33"/>
    <w:rsid w:val="00764687"/>
    <w:rsid w:val="007712F4"/>
    <w:rsid w:val="00773848"/>
    <w:rsid w:val="00775C33"/>
    <w:rsid w:val="007956E8"/>
    <w:rsid w:val="007A53F6"/>
    <w:rsid w:val="007A7281"/>
    <w:rsid w:val="007B4E8E"/>
    <w:rsid w:val="007B7275"/>
    <w:rsid w:val="007C6113"/>
    <w:rsid w:val="007C6171"/>
    <w:rsid w:val="007D2AFC"/>
    <w:rsid w:val="007D6870"/>
    <w:rsid w:val="007D7623"/>
    <w:rsid w:val="007E0D20"/>
    <w:rsid w:val="007F015A"/>
    <w:rsid w:val="007F482F"/>
    <w:rsid w:val="007F68A8"/>
    <w:rsid w:val="00802E86"/>
    <w:rsid w:val="00806C7D"/>
    <w:rsid w:val="008105DA"/>
    <w:rsid w:val="0082298C"/>
    <w:rsid w:val="008317CA"/>
    <w:rsid w:val="00835ECC"/>
    <w:rsid w:val="00836DBB"/>
    <w:rsid w:val="00844569"/>
    <w:rsid w:val="00845FCB"/>
    <w:rsid w:val="00846302"/>
    <w:rsid w:val="00847875"/>
    <w:rsid w:val="00851DFC"/>
    <w:rsid w:val="008522DA"/>
    <w:rsid w:val="0086482C"/>
    <w:rsid w:val="00866C3F"/>
    <w:rsid w:val="00866CC0"/>
    <w:rsid w:val="00872AC9"/>
    <w:rsid w:val="0087618D"/>
    <w:rsid w:val="008804AA"/>
    <w:rsid w:val="00886D3E"/>
    <w:rsid w:val="008A1E03"/>
    <w:rsid w:val="008A2393"/>
    <w:rsid w:val="008B0F75"/>
    <w:rsid w:val="008B1038"/>
    <w:rsid w:val="008C0A3A"/>
    <w:rsid w:val="008C66B9"/>
    <w:rsid w:val="008E5023"/>
    <w:rsid w:val="00901FAF"/>
    <w:rsid w:val="00906DBD"/>
    <w:rsid w:val="009077C7"/>
    <w:rsid w:val="0091060B"/>
    <w:rsid w:val="00910BB0"/>
    <w:rsid w:val="00927729"/>
    <w:rsid w:val="00933DBA"/>
    <w:rsid w:val="00941D52"/>
    <w:rsid w:val="00953B4D"/>
    <w:rsid w:val="0096018E"/>
    <w:rsid w:val="00976B48"/>
    <w:rsid w:val="00985DE6"/>
    <w:rsid w:val="00987AE6"/>
    <w:rsid w:val="009C2E03"/>
    <w:rsid w:val="009C6D96"/>
    <w:rsid w:val="009C784F"/>
    <w:rsid w:val="009D3F3A"/>
    <w:rsid w:val="009D489B"/>
    <w:rsid w:val="00A05905"/>
    <w:rsid w:val="00A122D0"/>
    <w:rsid w:val="00A12A1C"/>
    <w:rsid w:val="00A14112"/>
    <w:rsid w:val="00A20114"/>
    <w:rsid w:val="00A2621E"/>
    <w:rsid w:val="00A273B8"/>
    <w:rsid w:val="00A277DE"/>
    <w:rsid w:val="00A30586"/>
    <w:rsid w:val="00A30913"/>
    <w:rsid w:val="00A31F36"/>
    <w:rsid w:val="00A40FD2"/>
    <w:rsid w:val="00A41A98"/>
    <w:rsid w:val="00A523AF"/>
    <w:rsid w:val="00A565FE"/>
    <w:rsid w:val="00A6027B"/>
    <w:rsid w:val="00A65E77"/>
    <w:rsid w:val="00A7346C"/>
    <w:rsid w:val="00A854D8"/>
    <w:rsid w:val="00A92AE3"/>
    <w:rsid w:val="00A937D6"/>
    <w:rsid w:val="00A9445B"/>
    <w:rsid w:val="00AA0E35"/>
    <w:rsid w:val="00AA6DA9"/>
    <w:rsid w:val="00AC1D7F"/>
    <w:rsid w:val="00AC2B77"/>
    <w:rsid w:val="00AC32BD"/>
    <w:rsid w:val="00AC353A"/>
    <w:rsid w:val="00AE05B0"/>
    <w:rsid w:val="00AF0755"/>
    <w:rsid w:val="00AF601B"/>
    <w:rsid w:val="00AF6EF0"/>
    <w:rsid w:val="00B03EAF"/>
    <w:rsid w:val="00B144BC"/>
    <w:rsid w:val="00B43BE0"/>
    <w:rsid w:val="00B50D3B"/>
    <w:rsid w:val="00B5193A"/>
    <w:rsid w:val="00B524C7"/>
    <w:rsid w:val="00B5470C"/>
    <w:rsid w:val="00B624D2"/>
    <w:rsid w:val="00B70049"/>
    <w:rsid w:val="00B70F3F"/>
    <w:rsid w:val="00B7608B"/>
    <w:rsid w:val="00B85488"/>
    <w:rsid w:val="00B952D3"/>
    <w:rsid w:val="00B96905"/>
    <w:rsid w:val="00B97F91"/>
    <w:rsid w:val="00BA4B84"/>
    <w:rsid w:val="00BC43BB"/>
    <w:rsid w:val="00BD2EDD"/>
    <w:rsid w:val="00BD6F46"/>
    <w:rsid w:val="00BD784D"/>
    <w:rsid w:val="00BE315B"/>
    <w:rsid w:val="00BF0803"/>
    <w:rsid w:val="00BF346A"/>
    <w:rsid w:val="00C01B74"/>
    <w:rsid w:val="00C0259F"/>
    <w:rsid w:val="00C02FDC"/>
    <w:rsid w:val="00C05050"/>
    <w:rsid w:val="00C14963"/>
    <w:rsid w:val="00C21362"/>
    <w:rsid w:val="00C252A1"/>
    <w:rsid w:val="00C32B5E"/>
    <w:rsid w:val="00C36370"/>
    <w:rsid w:val="00C52479"/>
    <w:rsid w:val="00C5603A"/>
    <w:rsid w:val="00C660DF"/>
    <w:rsid w:val="00C66357"/>
    <w:rsid w:val="00C66649"/>
    <w:rsid w:val="00C66650"/>
    <w:rsid w:val="00C67247"/>
    <w:rsid w:val="00C86C3B"/>
    <w:rsid w:val="00CB2CD8"/>
    <w:rsid w:val="00CC1542"/>
    <w:rsid w:val="00CC37C2"/>
    <w:rsid w:val="00CD5CF4"/>
    <w:rsid w:val="00CE10F3"/>
    <w:rsid w:val="00CE4D0D"/>
    <w:rsid w:val="00CF0857"/>
    <w:rsid w:val="00CF29EA"/>
    <w:rsid w:val="00D066E2"/>
    <w:rsid w:val="00D06D60"/>
    <w:rsid w:val="00D24EB6"/>
    <w:rsid w:val="00D27109"/>
    <w:rsid w:val="00D43916"/>
    <w:rsid w:val="00D52C8B"/>
    <w:rsid w:val="00D647D1"/>
    <w:rsid w:val="00D65564"/>
    <w:rsid w:val="00D65FAA"/>
    <w:rsid w:val="00D663D4"/>
    <w:rsid w:val="00D75497"/>
    <w:rsid w:val="00D80D69"/>
    <w:rsid w:val="00D9212A"/>
    <w:rsid w:val="00D97EE2"/>
    <w:rsid w:val="00DA0D21"/>
    <w:rsid w:val="00DB6EC6"/>
    <w:rsid w:val="00DB7F5B"/>
    <w:rsid w:val="00DC30CF"/>
    <w:rsid w:val="00DC5C63"/>
    <w:rsid w:val="00DC79F6"/>
    <w:rsid w:val="00DD0F19"/>
    <w:rsid w:val="00DD38D0"/>
    <w:rsid w:val="00DE6454"/>
    <w:rsid w:val="00DF326F"/>
    <w:rsid w:val="00DF568E"/>
    <w:rsid w:val="00E32B69"/>
    <w:rsid w:val="00E5071D"/>
    <w:rsid w:val="00E704E2"/>
    <w:rsid w:val="00E800C2"/>
    <w:rsid w:val="00E8557C"/>
    <w:rsid w:val="00E85637"/>
    <w:rsid w:val="00E869B6"/>
    <w:rsid w:val="00E93BD3"/>
    <w:rsid w:val="00E95BC3"/>
    <w:rsid w:val="00E97DBE"/>
    <w:rsid w:val="00EB1F68"/>
    <w:rsid w:val="00EB7023"/>
    <w:rsid w:val="00EC17B2"/>
    <w:rsid w:val="00EC1F4F"/>
    <w:rsid w:val="00EC5BAE"/>
    <w:rsid w:val="00ED0D00"/>
    <w:rsid w:val="00ED2C5B"/>
    <w:rsid w:val="00ED621B"/>
    <w:rsid w:val="00EE146A"/>
    <w:rsid w:val="00EF14AE"/>
    <w:rsid w:val="00F04FCF"/>
    <w:rsid w:val="00F057C7"/>
    <w:rsid w:val="00F07233"/>
    <w:rsid w:val="00F14024"/>
    <w:rsid w:val="00F15760"/>
    <w:rsid w:val="00F21C8B"/>
    <w:rsid w:val="00F25C4D"/>
    <w:rsid w:val="00F479AF"/>
    <w:rsid w:val="00F50C04"/>
    <w:rsid w:val="00F53569"/>
    <w:rsid w:val="00F62C66"/>
    <w:rsid w:val="00F7038D"/>
    <w:rsid w:val="00F72439"/>
    <w:rsid w:val="00F80236"/>
    <w:rsid w:val="00F85339"/>
    <w:rsid w:val="00F94062"/>
    <w:rsid w:val="00F9568A"/>
    <w:rsid w:val="00F96171"/>
    <w:rsid w:val="00F96536"/>
    <w:rsid w:val="00F9684B"/>
    <w:rsid w:val="00FA1730"/>
    <w:rsid w:val="00FA3F89"/>
    <w:rsid w:val="00FA4DA1"/>
    <w:rsid w:val="00FB09D5"/>
    <w:rsid w:val="00FB3199"/>
    <w:rsid w:val="00FB331D"/>
    <w:rsid w:val="00FB42E8"/>
    <w:rsid w:val="00FB4C7E"/>
    <w:rsid w:val="00FD2770"/>
    <w:rsid w:val="00FD44AC"/>
    <w:rsid w:val="00FD6D4D"/>
    <w:rsid w:val="00FD735C"/>
    <w:rsid w:val="00FE4BD7"/>
    <w:rsid w:val="00FE5268"/>
    <w:rsid w:val="00FF1989"/>
    <w:rsid w:val="00FF2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E021F1"/>
  <w15:docId w15:val="{AC7765CE-8E29-40DA-ACA4-88836DB39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Redaktsioon">
    <w:name w:val="Revision"/>
    <w:hidden/>
    <w:uiPriority w:val="99"/>
    <w:semiHidden/>
    <w:rsid w:val="007F68A8"/>
    <w:rPr>
      <w:spacing w:val="2"/>
      <w:position w:val="6"/>
      <w:sz w:val="24"/>
      <w:lang w:eastAsia="en-US"/>
    </w:rPr>
  </w:style>
  <w:style w:type="character" w:styleId="Hperlink">
    <w:name w:val="Hyperlink"/>
    <w:basedOn w:val="Liguvaikefont"/>
    <w:uiPriority w:val="99"/>
    <w:unhideWhenUsed/>
    <w:rsid w:val="00DD0F19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rsid w:val="00A30586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003C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k.rebane@leonhard-weis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net\Downloads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FC9471881EDC4AAEEBB0B0854962E5" ma:contentTypeVersion="13" ma:contentTypeDescription="Create a new document." ma:contentTypeScope="" ma:versionID="f4233b74c268416c2ad526a41af0faea">
  <xsd:schema xmlns:xsd="http://www.w3.org/2001/XMLSchema" xmlns:xs="http://www.w3.org/2001/XMLSchema" xmlns:p="http://schemas.microsoft.com/office/2006/metadata/properties" xmlns:ns2="57a10775-02b0-4b31-8d2b-97d8352c7476" xmlns:ns3="eb588d3b-b930-4488-b359-741503acaa24" targetNamespace="http://schemas.microsoft.com/office/2006/metadata/properties" ma:root="true" ma:fieldsID="ba6ffef2f113d47cdb228453c2be201d" ns2:_="" ns3:_="">
    <xsd:import namespace="57a10775-02b0-4b31-8d2b-97d8352c7476"/>
    <xsd:import namespace="eb588d3b-b930-4488-b359-741503acaa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a10775-02b0-4b31-8d2b-97d8352c74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a7711c9-4b03-4155-86dd-4888dbd2893b}" ma:internalName="TaxCatchAll" ma:showField="CatchAllData" ma:web="57a10775-02b0-4b31-8d2b-97d8352c74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588d3b-b930-4488-b359-741503acaa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2f010f5-e7d9-4309-8ca3-d636afa623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5C46D-9942-49F7-BB3C-44D59A994F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a10775-02b0-4b31-8d2b-97d8352c7476"/>
    <ds:schemaRef ds:uri="eb588d3b-b930-4488-b359-741503aca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61FB6D-4A58-415E-B594-083292DD15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DB815B-0E6F-184A-BDAD-EB7948C0C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kirjaplank.dotx</Template>
  <TotalTime>161</TotalTime>
  <Pages>1</Pages>
  <Words>102</Words>
  <Characters>597</Characters>
  <Application>Microsoft Office Word</Application>
  <DocSecurity>0</DocSecurity>
  <Lines>4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698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2016(TM) file templates</dc:subject>
  <dc:creator>Ene Timberg</dc:creator>
  <dc:description>Ver 6.0, 11.2018</dc:description>
  <cp:lastModifiedBy>Tiit Timberg</cp:lastModifiedBy>
  <cp:revision>215</cp:revision>
  <cp:lastPrinted>2023-04-17T08:29:00Z</cp:lastPrinted>
  <dcterms:created xsi:type="dcterms:W3CDTF">2023-04-26T06:03:00Z</dcterms:created>
  <dcterms:modified xsi:type="dcterms:W3CDTF">2024-04-03T08:24:00Z</dcterms:modified>
</cp:coreProperties>
</file>